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AE" w:rsidRPr="006D3365" w:rsidRDefault="0034425B" w:rsidP="001513D7">
      <w:pPr>
        <w:rPr>
          <w:rFonts w:ascii="Cambria" w:hAnsi="Cambria"/>
          <w:b/>
          <w:i/>
          <w:sz w:val="32"/>
        </w:rPr>
      </w:pPr>
      <w:r w:rsidRPr="006D3365">
        <w:rPr>
          <w:rFonts w:ascii="Cambria" w:hAnsi="Cambria"/>
          <w:noProof/>
          <w:sz w:val="32"/>
        </w:rPr>
        <w:pict>
          <v:roundrect id="Rounded Rectangle 7" o:spid="_x0000_s1026" style="position:absolute;margin-left:272.1pt;margin-top:-21.05pt;width:277.4pt;height:38.65pt;z-index:251646976;visibility:visible;mso-width-relative:margin;mso-height-relative:margin;v-text-anchor:middle" arcsize="10923f" wrapcoords="234 -415 -58 831 -58 19938 175 21600 234 21600 21308 21600 21366 21600 21658 19523 21658 2908 21542 831 21308 -415 234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" strokeweight="1.5pt">
            <v:textbox>
              <w:txbxContent>
                <w:p w:rsidR="000B0A8C" w:rsidRDefault="00C52ED1" w:rsidP="005B3443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</w:t>
                  </w:r>
                  <w:r w:rsidR="006D3365">
                    <w:rPr>
                      <w:rFonts w:ascii="Cambria" w:hAnsi="Cambria"/>
                    </w:rPr>
                    <w:t>120</w:t>
                  </w:r>
                  <w:r w:rsidR="005B3443">
                    <w:rPr>
                      <w:rFonts w:ascii="Cambria" w:hAnsi="Cambria"/>
                    </w:rPr>
                    <w:t xml:space="preserve">: </w:t>
                  </w:r>
                  <w:r w:rsidR="0024744C">
                    <w:rPr>
                      <w:rFonts w:ascii="Cambria" w:hAnsi="Cambria"/>
                    </w:rPr>
                    <w:t>Parallelograms</w:t>
                  </w:r>
                </w:p>
                <w:p w:rsidR="00B645AE" w:rsidRPr="00FC683D" w:rsidRDefault="00B645AE" w:rsidP="005B3443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9B034E" w:rsidRPr="006D3365">
        <w:rPr>
          <w:rFonts w:ascii="Cambria" w:hAnsi="Cambria"/>
          <w:b/>
          <w:i/>
          <w:sz w:val="32"/>
        </w:rPr>
        <w:t>Teacher Key – In Notebooks</w:t>
      </w:r>
    </w:p>
    <w:p w:rsidR="009B034E" w:rsidRPr="00364ECF" w:rsidRDefault="009B034E" w:rsidP="001513D7">
      <w:pPr>
        <w:rPr>
          <w:rFonts w:ascii="Cambria" w:hAnsi="Cambria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9648"/>
      </w:tblGrid>
      <w:tr w:rsidR="00073206" w:rsidRPr="00364ECF" w:rsidTr="00E3617E">
        <w:tc>
          <w:tcPr>
            <w:tcW w:w="1368" w:type="dxa"/>
            <w:shd w:val="clear" w:color="auto" w:fill="auto"/>
          </w:tcPr>
          <w:p w:rsidR="00073206" w:rsidRPr="00364ECF" w:rsidRDefault="00073206" w:rsidP="00073206">
            <w:pPr>
              <w:rPr>
                <w:rFonts w:ascii="Cambria" w:hAnsi="Cambria" w:cs="Calibri"/>
                <w:b/>
              </w:rPr>
            </w:pPr>
            <w:r w:rsidRPr="00364ECF">
              <w:rPr>
                <w:rFonts w:ascii="Cambria" w:hAnsi="Cambria" w:cs="Calibri"/>
                <w:b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0B2D96" w:rsidRPr="00364ECF" w:rsidRDefault="0024744C" w:rsidP="0024744C">
            <w:pPr>
              <w:rPr>
                <w:rFonts w:ascii="Cambria" w:hAnsi="Cambria" w:cs="Calibri"/>
                <w:bCs/>
              </w:rPr>
            </w:pPr>
            <w:r w:rsidRPr="00364ECF">
              <w:rPr>
                <w:rFonts w:ascii="Cambria" w:hAnsi="Cambria" w:cs="Calibri"/>
              </w:rPr>
              <w:t>PPF701 Classify quadrilaterals</w:t>
            </w:r>
          </w:p>
        </w:tc>
      </w:tr>
      <w:tr w:rsidR="0024744C" w:rsidRPr="00364ECF" w:rsidTr="00E3617E">
        <w:tc>
          <w:tcPr>
            <w:tcW w:w="1368" w:type="dxa"/>
            <w:shd w:val="clear" w:color="auto" w:fill="auto"/>
          </w:tcPr>
          <w:p w:rsidR="0024744C" w:rsidRPr="00364ECF" w:rsidRDefault="0024744C" w:rsidP="00073206">
            <w:pPr>
              <w:rPr>
                <w:rFonts w:ascii="Cambria" w:hAnsi="Cambria" w:cs="Calibri"/>
                <w:b/>
              </w:rPr>
            </w:pPr>
            <w:r w:rsidRPr="00364ECF">
              <w:rPr>
                <w:rFonts w:ascii="Cambria" w:hAnsi="Cambria" w:cs="Calibri"/>
                <w:b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24744C" w:rsidRPr="00364ECF" w:rsidRDefault="0024744C" w:rsidP="0024744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</w:rPr>
            </w:pPr>
            <w:r w:rsidRPr="00364ECF">
              <w:rPr>
                <w:rFonts w:ascii="Cambria" w:hAnsi="Cambria" w:cs="Calibri"/>
              </w:rPr>
              <w:t>12.1 Classify quadrilaterals</w:t>
            </w:r>
          </w:p>
          <w:p w:rsidR="0024744C" w:rsidRPr="00364ECF" w:rsidRDefault="0024744C" w:rsidP="0024744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color w:val="000000"/>
              </w:rPr>
            </w:pPr>
            <w:r w:rsidRPr="00364ECF">
              <w:rPr>
                <w:rFonts w:ascii="Cambria" w:eastAsia="Cambria" w:hAnsi="Cambria"/>
              </w:rPr>
              <w:t>12.2 Use properties of parallelograms to find missing side lengths and angles</w:t>
            </w:r>
          </w:p>
          <w:p w:rsidR="0024744C" w:rsidRPr="00364ECF" w:rsidRDefault="0024744C" w:rsidP="0024744C">
            <w:pPr>
              <w:rPr>
                <w:rFonts w:ascii="Cambria" w:hAnsi="Cambria" w:cs="Calibri"/>
                <w:bCs/>
              </w:rPr>
            </w:pPr>
            <w:r w:rsidRPr="00364ECF">
              <w:rPr>
                <w:rFonts w:ascii="Cambria" w:eastAsia="Cambria" w:hAnsi="Cambria"/>
              </w:rPr>
              <w:t>12.3 Find area of parallelograms</w:t>
            </w:r>
          </w:p>
        </w:tc>
      </w:tr>
    </w:tbl>
    <w:p w:rsidR="00A11D27" w:rsidRPr="00364ECF" w:rsidRDefault="00A11D27" w:rsidP="00513BF1">
      <w:pPr>
        <w:rPr>
          <w:rFonts w:ascii="Cambria" w:hAnsi="Cambria"/>
        </w:rPr>
      </w:pPr>
    </w:p>
    <w:p w:rsidR="0024744C" w:rsidRPr="00364ECF" w:rsidRDefault="009B034E" w:rsidP="00513BF1">
      <w:pPr>
        <w:rPr>
          <w:rFonts w:ascii="Cambria" w:hAnsi="Cambria"/>
          <w:i/>
        </w:rPr>
      </w:pPr>
      <w:r w:rsidRPr="00364ECF">
        <w:rPr>
          <w:rFonts w:ascii="Cambria" w:hAnsi="Cambria"/>
          <w:i/>
        </w:rPr>
        <w:t>Have students complete reflection questions either independently or as a group in their notebooks:</w:t>
      </w:r>
    </w:p>
    <w:p w:rsidR="009B034E" w:rsidRPr="00364ECF" w:rsidRDefault="009B034E" w:rsidP="00513BF1">
      <w:pPr>
        <w:rPr>
          <w:rFonts w:ascii="Cambria" w:hAnsi="Cambria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4744C" w:rsidRPr="00364ECF" w:rsidTr="00355A40">
        <w:tc>
          <w:tcPr>
            <w:tcW w:w="11016" w:type="dxa"/>
            <w:gridSpan w:val="2"/>
            <w:shd w:val="clear" w:color="auto" w:fill="auto"/>
          </w:tcPr>
          <w:p w:rsidR="0024744C" w:rsidRPr="00364ECF" w:rsidRDefault="0024744C" w:rsidP="00355A40">
            <w:pPr>
              <w:jc w:val="center"/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t>What do you ALREADY know?!</w:t>
            </w:r>
          </w:p>
          <w:p w:rsidR="004167AC" w:rsidRPr="00364ECF" w:rsidRDefault="004167AC" w:rsidP="00355A40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9B034E" w:rsidRPr="00364ECF" w:rsidTr="00355A40">
        <w:trPr>
          <w:trHeight w:val="1808"/>
        </w:trPr>
        <w:tc>
          <w:tcPr>
            <w:tcW w:w="11016" w:type="dxa"/>
            <w:gridSpan w:val="2"/>
            <w:shd w:val="clear" w:color="auto" w:fill="auto"/>
          </w:tcPr>
          <w:p w:rsidR="009B034E" w:rsidRPr="00364ECF" w:rsidRDefault="009B034E" w:rsidP="00513BF1">
            <w:pPr>
              <w:rPr>
                <w:rFonts w:ascii="Cambria" w:hAnsi="Cambria"/>
              </w:rPr>
            </w:pPr>
            <w:r w:rsidRPr="00364ECF">
              <w:rPr>
                <w:rFonts w:ascii="Cambria" w:hAnsi="Cambria"/>
              </w:rPr>
              <w:t>1) What is a quadrilateral?</w:t>
            </w:r>
          </w:p>
          <w:p w:rsidR="009B034E" w:rsidRPr="00364ECF" w:rsidRDefault="009B034E" w:rsidP="00513BF1">
            <w:pPr>
              <w:rPr>
                <w:rFonts w:ascii="Cambria" w:hAnsi="Cambria"/>
              </w:rPr>
            </w:pPr>
          </w:p>
          <w:p w:rsidR="009B034E" w:rsidRPr="00364ECF" w:rsidRDefault="009B034E" w:rsidP="009B034E">
            <w:pPr>
              <w:rPr>
                <w:rFonts w:ascii="Cambria" w:hAnsi="Cambria"/>
              </w:rPr>
            </w:pPr>
            <w:r w:rsidRPr="00364ECF">
              <w:rPr>
                <w:rFonts w:ascii="Cambria" w:hAnsi="Cambria"/>
              </w:rPr>
              <w:t>2) What are TWO quadrilaterals that we have already learned a lot about?</w:t>
            </w:r>
          </w:p>
          <w:p w:rsidR="009B034E" w:rsidRPr="00364ECF" w:rsidRDefault="009B034E" w:rsidP="00513BF1">
            <w:pPr>
              <w:rPr>
                <w:rFonts w:ascii="Cambria" w:hAnsi="Cambria"/>
              </w:rPr>
            </w:pPr>
          </w:p>
          <w:p w:rsidR="009B034E" w:rsidRPr="006D3365" w:rsidRDefault="009B034E" w:rsidP="00513BF1">
            <w:pPr>
              <w:rPr>
                <w:rFonts w:ascii="Cambria" w:hAnsi="Cambria"/>
                <w:strike/>
              </w:rPr>
            </w:pPr>
            <w:r w:rsidRPr="006D3365">
              <w:rPr>
                <w:rFonts w:ascii="Cambria" w:hAnsi="Cambria"/>
                <w:strike/>
              </w:rPr>
              <w:t>3) Make a T-Chart</w:t>
            </w:r>
            <w:proofErr w:type="gramStart"/>
            <w:r w:rsidRPr="006D3365">
              <w:rPr>
                <w:rFonts w:ascii="Cambria" w:hAnsi="Cambria"/>
                <w:strike/>
              </w:rPr>
              <w:t xml:space="preserve">.  </w:t>
            </w:r>
            <w:proofErr w:type="gramEnd"/>
            <w:r w:rsidRPr="006D3365">
              <w:rPr>
                <w:rFonts w:ascii="Cambria" w:hAnsi="Cambria"/>
                <w:strike/>
              </w:rPr>
              <w:t>In one column, list names of special quadrilaterals that you already know</w:t>
            </w:r>
            <w:proofErr w:type="gramStart"/>
            <w:r w:rsidRPr="006D3365">
              <w:rPr>
                <w:rFonts w:ascii="Cambria" w:hAnsi="Cambria"/>
                <w:strike/>
              </w:rPr>
              <w:t xml:space="preserve">.  </w:t>
            </w:r>
            <w:proofErr w:type="gramEnd"/>
            <w:r w:rsidRPr="006D3365">
              <w:rPr>
                <w:rFonts w:ascii="Cambria" w:hAnsi="Cambria"/>
                <w:strike/>
              </w:rPr>
              <w:t>In the right-hand column, draw a picture of each special quadrilateral.</w:t>
            </w: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E56E45" w:rsidP="00513BF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52415D" w:rsidRPr="00364ECF" w:rsidRDefault="0052415D" w:rsidP="00513BF1">
            <w:pPr>
              <w:rPr>
                <w:rFonts w:ascii="Cambria" w:hAnsi="Cambria"/>
              </w:rPr>
            </w:pPr>
          </w:p>
          <w:p w:rsidR="009B034E" w:rsidRPr="00364ECF" w:rsidRDefault="009B034E" w:rsidP="00513BF1">
            <w:pPr>
              <w:rPr>
                <w:rFonts w:ascii="Cambria" w:hAnsi="Cambria"/>
              </w:rPr>
            </w:pPr>
          </w:p>
        </w:tc>
      </w:tr>
      <w:tr w:rsidR="009B034E" w:rsidRPr="00364ECF" w:rsidTr="00355A40">
        <w:tc>
          <w:tcPr>
            <w:tcW w:w="11016" w:type="dxa"/>
            <w:gridSpan w:val="2"/>
            <w:shd w:val="clear" w:color="auto" w:fill="auto"/>
          </w:tcPr>
          <w:p w:rsidR="004167AC" w:rsidRPr="00364ECF" w:rsidRDefault="009B034E" w:rsidP="006D3365">
            <w:pPr>
              <w:jc w:val="center"/>
              <w:rPr>
                <w:rFonts w:ascii="Cambria" w:hAnsi="Cambria"/>
                <w:i/>
              </w:rPr>
            </w:pPr>
            <w:r w:rsidRPr="00364ECF">
              <w:rPr>
                <w:rFonts w:ascii="Cambria" w:hAnsi="Cambria"/>
                <w:b/>
              </w:rPr>
              <w:t>Notes</w:t>
            </w:r>
            <w:r w:rsidR="004167AC" w:rsidRPr="00364ECF">
              <w:rPr>
                <w:rFonts w:ascii="Cambria" w:hAnsi="Cambria"/>
                <w:b/>
              </w:rPr>
              <w:t xml:space="preserve"> - Quadrilaterals</w:t>
            </w:r>
            <w:r w:rsidRPr="00364ECF">
              <w:rPr>
                <w:rFonts w:ascii="Cambria" w:hAnsi="Cambria"/>
                <w:b/>
              </w:rPr>
              <w:t xml:space="preserve"> </w:t>
            </w:r>
            <w:r w:rsidRPr="00364ECF">
              <w:rPr>
                <w:rFonts w:ascii="Cambria" w:hAnsi="Cambria"/>
                <w:i/>
              </w:rPr>
              <w:t>(write in notebook)</w:t>
            </w:r>
          </w:p>
        </w:tc>
      </w:tr>
      <w:tr w:rsidR="009B034E" w:rsidRPr="00364ECF" w:rsidTr="00355A40">
        <w:tc>
          <w:tcPr>
            <w:tcW w:w="5508" w:type="dxa"/>
            <w:shd w:val="clear" w:color="auto" w:fill="auto"/>
          </w:tcPr>
          <w:p w:rsidR="009B034E" w:rsidRPr="00364ECF" w:rsidRDefault="009B034E" w:rsidP="00244DB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mbria" w:hAnsi="Cambria"/>
              </w:rPr>
            </w:pPr>
            <w:r w:rsidRPr="00364ECF">
              <w:rPr>
                <w:rFonts w:ascii="Cambria" w:hAnsi="Cambria"/>
              </w:rPr>
              <w:t xml:space="preserve">Quadrilateral just means "four sides" </w:t>
            </w:r>
            <w:r w:rsidRPr="00364ECF">
              <w:rPr>
                <w:rFonts w:ascii="Cambria" w:hAnsi="Cambria"/>
              </w:rPr>
              <w:br/>
              <w:t>(</w:t>
            </w:r>
            <w:r w:rsidRPr="00364ECF">
              <w:rPr>
                <w:rFonts w:ascii="Cambria" w:hAnsi="Cambria"/>
                <w:i/>
                <w:iCs/>
              </w:rPr>
              <w:t>quad</w:t>
            </w:r>
            <w:r w:rsidRPr="00364ECF">
              <w:rPr>
                <w:rFonts w:ascii="Cambria" w:hAnsi="Cambria"/>
              </w:rPr>
              <w:t xml:space="preserve"> means four, </w:t>
            </w:r>
            <w:r w:rsidRPr="00364ECF">
              <w:rPr>
                <w:rFonts w:ascii="Cambria" w:hAnsi="Cambria"/>
                <w:i/>
                <w:iCs/>
              </w:rPr>
              <w:t xml:space="preserve">lateral </w:t>
            </w:r>
            <w:r w:rsidRPr="00364ECF">
              <w:rPr>
                <w:rFonts w:ascii="Cambria" w:hAnsi="Cambria"/>
              </w:rPr>
              <w:t>means side).</w:t>
            </w:r>
          </w:p>
          <w:p w:rsidR="009B034E" w:rsidRPr="006D3365" w:rsidRDefault="009B034E" w:rsidP="00244DB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  <w:bCs/>
              </w:rPr>
              <w:t>Any four-sided shape is a Quadrilateral</w:t>
            </w:r>
            <w:r w:rsidRPr="006D3365">
              <w:rPr>
                <w:rFonts w:ascii="Cambria" w:hAnsi="Cambria"/>
                <w:b/>
              </w:rPr>
              <w:t xml:space="preserve">. </w:t>
            </w:r>
          </w:p>
          <w:p w:rsidR="009B034E" w:rsidRPr="006D3365" w:rsidRDefault="009B034E" w:rsidP="006D336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</w:rPr>
              <w:t xml:space="preserve">Sides have to be </w:t>
            </w:r>
            <w:r w:rsidRPr="006D3365">
              <w:rPr>
                <w:rFonts w:ascii="Cambria" w:hAnsi="Cambria"/>
                <w:b/>
                <w:bCs/>
              </w:rPr>
              <w:t>straight</w:t>
            </w:r>
            <w:r w:rsidR="006D3365" w:rsidRPr="006D3365">
              <w:rPr>
                <w:rFonts w:ascii="Cambria" w:hAnsi="Cambria"/>
                <w:b/>
              </w:rPr>
              <w:t xml:space="preserve"> lines</w:t>
            </w:r>
            <w:r w:rsidRPr="006D3365">
              <w:rPr>
                <w:rFonts w:ascii="Cambria" w:hAnsi="Cambria"/>
                <w:b/>
              </w:rPr>
              <w:t>.</w:t>
            </w:r>
          </w:p>
          <w:p w:rsidR="006D3365" w:rsidRPr="00364ECF" w:rsidRDefault="006D3365" w:rsidP="006D336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Cambria" w:hAnsi="Cambria"/>
              </w:rPr>
            </w:pPr>
            <w:r w:rsidRPr="006D3365">
              <w:rPr>
                <w:rFonts w:ascii="Cambria" w:hAnsi="Cambria"/>
                <w:b/>
              </w:rPr>
              <w:t>Sum of angles of a quadrilateral is 360° (because quadrilateral can be divided into 2 triangles)</w:t>
            </w:r>
          </w:p>
        </w:tc>
        <w:tc>
          <w:tcPr>
            <w:tcW w:w="5508" w:type="dxa"/>
            <w:shd w:val="clear" w:color="auto" w:fill="auto"/>
          </w:tcPr>
          <w:p w:rsidR="006D3365" w:rsidRDefault="00DE0830" w:rsidP="00355A40">
            <w:pPr>
              <w:spacing w:before="100" w:beforeAutospacing="1" w:after="100" w:afterAutospacing="1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976794" cy="1190445"/>
                  <wp:effectExtent l="19050" t="0" r="4406" b="0"/>
                  <wp:docPr id="1" name="Picture 2" descr="Description: Quadrilatera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Quadrilatera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628" cy="1193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034E" w:rsidRPr="00364ECF">
              <w:rPr>
                <w:rFonts w:ascii="Cambria" w:hAnsi="Cambria"/>
                <w:noProof/>
              </w:rPr>
              <w:t xml:space="preserve"> </w:t>
            </w:r>
          </w:p>
          <w:p w:rsidR="004167AC" w:rsidRPr="00364ECF" w:rsidRDefault="009B034E" w:rsidP="00355A40">
            <w:pPr>
              <w:spacing w:before="100" w:beforeAutospacing="1" w:after="100" w:afterAutospacing="1"/>
              <w:rPr>
                <w:rFonts w:ascii="Cambria" w:hAnsi="Cambria"/>
                <w:i/>
                <w:noProof/>
              </w:rPr>
            </w:pPr>
            <w:r w:rsidRPr="00364ECF">
              <w:rPr>
                <w:rFonts w:ascii="Cambria" w:hAnsi="Cambria"/>
                <w:i/>
                <w:noProof/>
              </w:rPr>
              <w:t>(not one on right obvi)</w:t>
            </w:r>
          </w:p>
        </w:tc>
      </w:tr>
      <w:tr w:rsidR="004167AC" w:rsidRPr="00364ECF" w:rsidTr="00F41692">
        <w:tc>
          <w:tcPr>
            <w:tcW w:w="11016" w:type="dxa"/>
            <w:gridSpan w:val="2"/>
            <w:shd w:val="clear" w:color="auto" w:fill="auto"/>
          </w:tcPr>
          <w:p w:rsidR="004167AC" w:rsidRPr="006D3365" w:rsidRDefault="004167AC" w:rsidP="006D3365">
            <w:pPr>
              <w:jc w:val="center"/>
              <w:rPr>
                <w:rFonts w:ascii="Cambria" w:hAnsi="Cambria"/>
                <w:i/>
              </w:rPr>
            </w:pPr>
            <w:r w:rsidRPr="00364ECF">
              <w:rPr>
                <w:rFonts w:ascii="Cambria" w:hAnsi="Cambria"/>
                <w:b/>
              </w:rPr>
              <w:t>Notes – Parallelogram</w:t>
            </w:r>
            <w:r w:rsidR="0052415D" w:rsidRPr="00364ECF">
              <w:rPr>
                <w:rFonts w:ascii="Cambria" w:hAnsi="Cambria"/>
                <w:b/>
              </w:rPr>
              <w:t xml:space="preserve"> </w:t>
            </w:r>
            <w:r w:rsidR="0052415D" w:rsidRPr="00364ECF">
              <w:rPr>
                <w:rFonts w:ascii="Cambria" w:hAnsi="Cambria"/>
                <w:i/>
              </w:rPr>
              <w:t>(write in notebook)</w:t>
            </w:r>
          </w:p>
        </w:tc>
      </w:tr>
      <w:tr w:rsidR="0024744C" w:rsidRPr="00364ECF" w:rsidTr="00355A40">
        <w:tc>
          <w:tcPr>
            <w:tcW w:w="5508" w:type="dxa"/>
            <w:shd w:val="clear" w:color="auto" w:fill="auto"/>
          </w:tcPr>
          <w:p w:rsidR="0024744C" w:rsidRPr="00364ECF" w:rsidRDefault="00DE0830" w:rsidP="004167AC">
            <w:pPr>
              <w:jc w:val="center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952625" cy="1181100"/>
                  <wp:effectExtent l="19050" t="0" r="9525" b="0"/>
                  <wp:docPr id="2" name="Picture 3" descr="Description: Parallel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Parallelo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15D" w:rsidRPr="00364ECF" w:rsidRDefault="0052415D" w:rsidP="004167AC">
            <w:pPr>
              <w:jc w:val="center"/>
              <w:rPr>
                <w:rFonts w:ascii="Cambria" w:hAnsi="Cambria"/>
                <w:noProof/>
              </w:rPr>
            </w:pPr>
          </w:p>
          <w:p w:rsidR="0052415D" w:rsidRPr="00364ECF" w:rsidRDefault="0052415D" w:rsidP="004167A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6D3365" w:rsidRPr="006D3365" w:rsidRDefault="006D3365" w:rsidP="00244DB9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  <w:u w:val="single"/>
              </w:rPr>
              <w:t>Definition</w:t>
            </w:r>
            <w:r w:rsidRPr="006D3365">
              <w:rPr>
                <w:rFonts w:ascii="Cambria" w:hAnsi="Cambria"/>
                <w:b/>
              </w:rPr>
              <w:t>: both sets of o</w:t>
            </w:r>
            <w:r w:rsidR="004167AC" w:rsidRPr="006D3365">
              <w:rPr>
                <w:rFonts w:ascii="Cambria" w:hAnsi="Cambria"/>
                <w:b/>
              </w:rPr>
              <w:t xml:space="preserve">pposite sides </w:t>
            </w:r>
            <w:r>
              <w:rPr>
                <w:rFonts w:ascii="Cambria" w:hAnsi="Cambria"/>
                <w:b/>
              </w:rPr>
              <w:t xml:space="preserve"> are </w:t>
            </w:r>
            <w:r w:rsidR="004167AC" w:rsidRPr="006D3365">
              <w:rPr>
                <w:rFonts w:ascii="Cambria" w:hAnsi="Cambria"/>
                <w:b/>
                <w:i/>
                <w:u w:val="single"/>
              </w:rPr>
              <w:t>parallel</w:t>
            </w:r>
            <w:r w:rsidR="004167AC" w:rsidRPr="006D3365">
              <w:rPr>
                <w:rFonts w:ascii="Cambria" w:hAnsi="Cambria"/>
                <w:b/>
              </w:rPr>
              <w:t xml:space="preserve"> </w:t>
            </w:r>
          </w:p>
          <w:p w:rsidR="004167AC" w:rsidRPr="006D3365" w:rsidRDefault="006D3365" w:rsidP="00244DB9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</w:rPr>
              <w:t xml:space="preserve">Opposite sides </w:t>
            </w:r>
            <w:r w:rsidR="004E04EA" w:rsidRPr="006D3365">
              <w:rPr>
                <w:rFonts w:ascii="Cambria" w:hAnsi="Cambria"/>
                <w:b/>
              </w:rPr>
              <w:t>congruent</w:t>
            </w:r>
          </w:p>
          <w:p w:rsidR="004167AC" w:rsidRPr="006D3365" w:rsidRDefault="004167AC" w:rsidP="00244DB9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</w:rPr>
              <w:t xml:space="preserve">Opposite angles are </w:t>
            </w:r>
            <w:r w:rsidR="004E04EA" w:rsidRPr="006D3365">
              <w:rPr>
                <w:rFonts w:ascii="Cambria" w:hAnsi="Cambria"/>
                <w:b/>
              </w:rPr>
              <w:t>congruent</w:t>
            </w:r>
            <w:r w:rsidRPr="006D3365">
              <w:rPr>
                <w:rFonts w:ascii="Cambria" w:hAnsi="Cambria"/>
                <w:b/>
              </w:rPr>
              <w:t xml:space="preserve"> (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∠a≅∠a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, </m:t>
              </m:r>
              <m:r>
                <m:rPr>
                  <m:sty m:val="b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∠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≅∠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oMath>
          </w:p>
          <w:p w:rsidR="003E4F6B" w:rsidRPr="006D3365" w:rsidRDefault="003E4F6B" w:rsidP="00244DB9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6D3365">
              <w:rPr>
                <w:rFonts w:ascii="Cambria" w:hAnsi="Cambria"/>
                <w:b/>
              </w:rPr>
              <w:t>Consecutive angles are supplementary (</w:t>
            </w:r>
            <w:proofErr w:type="spellStart"/>
            <w:r w:rsidRPr="006D3365">
              <w:rPr>
                <w:rFonts w:ascii="Cambria" w:hAnsi="Cambria"/>
                <w:b/>
              </w:rPr>
              <w:t>a+b</w:t>
            </w:r>
            <w:proofErr w:type="spellEnd"/>
            <w:r w:rsidRPr="006D3365">
              <w:rPr>
                <w:rFonts w:ascii="Cambria" w:hAnsi="Cambria"/>
                <w:b/>
              </w:rPr>
              <w:t>=180°)</w:t>
            </w:r>
          </w:p>
          <w:p w:rsidR="0024744C" w:rsidRPr="003E4F6B" w:rsidRDefault="0024744C" w:rsidP="006D3365">
            <w:pPr>
              <w:ind w:left="360"/>
              <w:rPr>
                <w:rFonts w:ascii="Cambria" w:hAnsi="Cambria"/>
                <w:strike/>
              </w:rPr>
            </w:pPr>
          </w:p>
        </w:tc>
      </w:tr>
    </w:tbl>
    <w:p w:rsidR="006D3365" w:rsidRDefault="006D3365" w:rsidP="004167AC">
      <w:pPr>
        <w:rPr>
          <w:rFonts w:ascii="Cambria" w:hAnsi="Cambria"/>
        </w:rPr>
      </w:pPr>
    </w:p>
    <w:p w:rsidR="006D3365" w:rsidRDefault="006D3365">
      <w:pPr>
        <w:rPr>
          <w:rFonts w:ascii="Cambria" w:hAnsi="Cambria"/>
        </w:rPr>
      </w:pPr>
    </w:p>
    <w:p w:rsidR="006D3365" w:rsidRDefault="006D3365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4167AC" w:rsidRPr="00364ECF" w:rsidRDefault="0034425B" w:rsidP="004167AC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pict>
          <v:roundrect id="_x0000_s1027" style="position:absolute;margin-left:272.1pt;margin-top:-21.05pt;width:277.4pt;height:38.65pt;z-index:251648000;visibility:visible;mso-width-relative:margin;mso-height-relative:margin;v-text-anchor:middle" arcsize="10923f" wrapcoords="234 -415 -58 831 -58 19938 175 21600 234 21600 21308 21600 21366 21600 21658 19523 21658 2908 21542 831 21308 -415 234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" strokeweight="1.5pt">
            <v:textbox>
              <w:txbxContent>
                <w:p w:rsidR="004167AC" w:rsidRDefault="004167AC" w:rsidP="004167A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CW#</w:t>
                  </w:r>
                  <w:r w:rsidR="006D3365">
                    <w:rPr>
                      <w:rFonts w:ascii="Cambria" w:hAnsi="Cambria"/>
                    </w:rPr>
                    <w:t>120</w:t>
                  </w:r>
                  <w:r>
                    <w:rPr>
                      <w:rFonts w:ascii="Cambria" w:hAnsi="Cambria"/>
                    </w:rPr>
                    <w:t>: Parallelograms</w:t>
                  </w:r>
                </w:p>
                <w:p w:rsidR="004167AC" w:rsidRPr="00FC683D" w:rsidRDefault="004167AC" w:rsidP="004167AC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Geometry</w:t>
                  </w:r>
                </w:p>
              </w:txbxContent>
            </v:textbox>
            <w10:wrap type="tight"/>
          </v:roundrect>
        </w:pict>
      </w:r>
      <w:r w:rsidR="004167AC" w:rsidRPr="00364ECF">
        <w:rPr>
          <w:rFonts w:ascii="Cambria" w:hAnsi="Cambria"/>
        </w:rPr>
        <w:t>Name: ______</w:t>
      </w:r>
      <w:r w:rsidR="006D3365">
        <w:rPr>
          <w:rFonts w:ascii="Cambria" w:hAnsi="Cambria"/>
        </w:rPr>
        <w:t xml:space="preserve">______________________________ </w:t>
      </w:r>
      <w:proofErr w:type="gramStart"/>
      <w:r w:rsidR="004167AC" w:rsidRPr="00364ECF">
        <w:rPr>
          <w:rFonts w:ascii="Cambria" w:hAnsi="Cambria"/>
        </w:rPr>
        <w:t>P</w:t>
      </w:r>
      <w:r w:rsidR="006D3365">
        <w:rPr>
          <w:rFonts w:ascii="Cambria" w:hAnsi="Cambria"/>
        </w:rPr>
        <w:t>er</w:t>
      </w:r>
      <w:proofErr w:type="gramEnd"/>
      <w:r w:rsidR="004167AC" w:rsidRPr="00364ECF">
        <w:rPr>
          <w:rFonts w:ascii="Cambria" w:hAnsi="Cambria"/>
        </w:rPr>
        <w:t>: ______</w:t>
      </w:r>
    </w:p>
    <w:p w:rsidR="0052415D" w:rsidRPr="00364ECF" w:rsidRDefault="0052415D" w:rsidP="004167AC">
      <w:pPr>
        <w:rPr>
          <w:rFonts w:ascii="Cambria" w:hAnsi="Cambria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9648"/>
      </w:tblGrid>
      <w:tr w:rsidR="004167AC" w:rsidRPr="00364ECF" w:rsidTr="00F41692">
        <w:tc>
          <w:tcPr>
            <w:tcW w:w="1368" w:type="dxa"/>
            <w:shd w:val="clear" w:color="auto" w:fill="auto"/>
          </w:tcPr>
          <w:p w:rsidR="004167AC" w:rsidRPr="00364ECF" w:rsidRDefault="004167AC" w:rsidP="00F41692">
            <w:pPr>
              <w:rPr>
                <w:rFonts w:ascii="Cambria" w:hAnsi="Cambria" w:cs="Calibri"/>
                <w:b/>
              </w:rPr>
            </w:pPr>
            <w:r w:rsidRPr="00364ECF">
              <w:rPr>
                <w:rFonts w:ascii="Cambria" w:hAnsi="Cambria" w:cs="Calibri"/>
                <w:b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4167AC" w:rsidRPr="00364ECF" w:rsidRDefault="004167AC" w:rsidP="00F41692">
            <w:pPr>
              <w:rPr>
                <w:rFonts w:ascii="Cambria" w:hAnsi="Cambria" w:cs="Calibri"/>
                <w:bCs/>
              </w:rPr>
            </w:pPr>
            <w:r w:rsidRPr="00364ECF">
              <w:rPr>
                <w:rFonts w:ascii="Cambria" w:hAnsi="Cambria" w:cs="Calibri"/>
              </w:rPr>
              <w:t>PPF701 Classify quadrilaterals</w:t>
            </w:r>
          </w:p>
        </w:tc>
      </w:tr>
      <w:tr w:rsidR="004167AC" w:rsidRPr="00364ECF" w:rsidTr="00F41692">
        <w:tc>
          <w:tcPr>
            <w:tcW w:w="1368" w:type="dxa"/>
            <w:shd w:val="clear" w:color="auto" w:fill="auto"/>
          </w:tcPr>
          <w:p w:rsidR="004167AC" w:rsidRPr="00364ECF" w:rsidRDefault="004167AC" w:rsidP="00F41692">
            <w:pPr>
              <w:rPr>
                <w:rFonts w:ascii="Cambria" w:hAnsi="Cambria" w:cs="Calibri"/>
                <w:b/>
              </w:rPr>
            </w:pPr>
            <w:r w:rsidRPr="00364ECF">
              <w:rPr>
                <w:rFonts w:ascii="Cambria" w:hAnsi="Cambria" w:cs="Calibri"/>
                <w:b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4167AC" w:rsidRPr="00364ECF" w:rsidRDefault="004167AC" w:rsidP="00F41692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</w:rPr>
            </w:pPr>
            <w:r w:rsidRPr="00364ECF">
              <w:rPr>
                <w:rFonts w:ascii="Cambria" w:hAnsi="Cambria" w:cs="Calibri"/>
              </w:rPr>
              <w:t>12.1 Classify quadrilaterals</w:t>
            </w:r>
          </w:p>
          <w:p w:rsidR="004167AC" w:rsidRPr="00364ECF" w:rsidRDefault="004167AC" w:rsidP="00F41692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color w:val="000000"/>
              </w:rPr>
            </w:pPr>
            <w:r w:rsidRPr="00364ECF">
              <w:rPr>
                <w:rFonts w:ascii="Cambria" w:eastAsia="Cambria" w:hAnsi="Cambria"/>
              </w:rPr>
              <w:t>12.2 Use properties of parallelograms to find missing side lengths and angles</w:t>
            </w:r>
          </w:p>
          <w:p w:rsidR="004167AC" w:rsidRPr="00364ECF" w:rsidRDefault="004167AC" w:rsidP="00F41692">
            <w:pPr>
              <w:rPr>
                <w:rFonts w:ascii="Cambria" w:hAnsi="Cambria" w:cs="Calibri"/>
                <w:bCs/>
              </w:rPr>
            </w:pPr>
            <w:r w:rsidRPr="00364ECF">
              <w:rPr>
                <w:rFonts w:ascii="Cambria" w:eastAsia="Cambria" w:hAnsi="Cambria"/>
              </w:rPr>
              <w:t>12.3 Find area of parallelograms</w:t>
            </w:r>
          </w:p>
        </w:tc>
      </w:tr>
    </w:tbl>
    <w:p w:rsidR="004167AC" w:rsidRPr="00364ECF" w:rsidRDefault="004167AC" w:rsidP="004167AC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08"/>
        <w:gridCol w:w="5508"/>
      </w:tblGrid>
      <w:tr w:rsidR="001951F2" w:rsidRPr="00364ECF" w:rsidTr="006D3365">
        <w:trPr>
          <w:trHeight w:val="332"/>
        </w:trPr>
        <w:tc>
          <w:tcPr>
            <w:tcW w:w="11016" w:type="dxa"/>
            <w:gridSpan w:val="2"/>
            <w:shd w:val="clear" w:color="auto" w:fill="auto"/>
          </w:tcPr>
          <w:p w:rsidR="001951F2" w:rsidRPr="00364ECF" w:rsidRDefault="001951F2" w:rsidP="001951F2">
            <w:pPr>
              <w:jc w:val="center"/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t>Find Missing Angles</w:t>
            </w:r>
          </w:p>
        </w:tc>
      </w:tr>
      <w:tr w:rsidR="007159AE" w:rsidRPr="00364ECF" w:rsidTr="001951F2">
        <w:trPr>
          <w:trHeight w:val="1808"/>
        </w:trPr>
        <w:tc>
          <w:tcPr>
            <w:tcW w:w="5508" w:type="dxa"/>
            <w:shd w:val="clear" w:color="auto" w:fill="auto"/>
          </w:tcPr>
          <w:p w:rsidR="007159AE" w:rsidRPr="006D3365" w:rsidRDefault="006D3365" w:rsidP="004E04EA">
            <w:pPr>
              <w:rPr>
                <w:rFonts w:ascii="Cambria" w:hAnsi="Cambria"/>
                <w:sz w:val="22"/>
              </w:rPr>
            </w:pPr>
            <w:r w:rsidRPr="006D3365">
              <w:rPr>
                <w:rFonts w:ascii="Cambria" w:hAnsi="Cambria"/>
                <w:b/>
                <w:sz w:val="22"/>
              </w:rPr>
              <w:t>Given</w:t>
            </w:r>
            <w:r w:rsidRPr="006D3365">
              <w:rPr>
                <w:rFonts w:ascii="Cambria" w:hAnsi="Cambria"/>
                <w:sz w:val="22"/>
              </w:rPr>
              <w:t xml:space="preserve">: ABCD is a parallelogram. Label </w:t>
            </w:r>
            <w:r w:rsidRPr="006D3365">
              <w:rPr>
                <w:rFonts w:ascii="Cambria" w:hAnsi="Cambria"/>
                <w:sz w:val="22"/>
                <w:u w:val="single"/>
              </w:rPr>
              <w:t>everything</w:t>
            </w:r>
            <w:r w:rsidRPr="006D3365">
              <w:rPr>
                <w:rFonts w:ascii="Cambria" w:hAnsi="Cambria"/>
                <w:sz w:val="22"/>
              </w:rPr>
              <w:t xml:space="preserve"> you know about </w:t>
            </w:r>
            <w:r w:rsidRPr="006D3365">
              <w:rPr>
                <w:rFonts w:ascii="Cambria" w:hAnsi="Cambria"/>
                <w:i/>
                <w:sz w:val="22"/>
              </w:rPr>
              <w:sym w:font="Wingdings 2" w:char="F0A3"/>
            </w:r>
            <w:r w:rsidRPr="006D3365">
              <w:rPr>
                <w:rFonts w:ascii="Cambria" w:hAnsi="Cambria"/>
                <w:sz w:val="22"/>
              </w:rPr>
              <w:t xml:space="preserve">ABCD on the diagram. </w:t>
            </w:r>
            <w:r w:rsidRPr="006D3365">
              <w:rPr>
                <w:rFonts w:ascii="Cambria" w:hAnsi="Cambria"/>
                <w:b/>
                <w:i/>
                <w:sz w:val="22"/>
              </w:rPr>
              <w:t>(Continue to label everything you know throughout this worksheet.)</w:t>
            </w:r>
          </w:p>
          <w:p w:rsidR="006D3365" w:rsidRPr="00364ECF" w:rsidRDefault="006D3365" w:rsidP="004E04EA">
            <w:pPr>
              <w:rPr>
                <w:rFonts w:ascii="Cambria" w:hAnsi="Cambria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536166" cy="1371600"/>
                  <wp:effectExtent l="0" t="0" r="0" b="0"/>
                  <wp:docPr id="9" name="Picture 1" descr="http://upload.wikimedia.org/wikipedia/commons/thumb/b/ba/Parallelogram_simple.svg/1280px-Parallelogram_simple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b/ba/Parallelogram_simple.svg/1280px-Parallelogram_simple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296" t="5618" r="7887" b="50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66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6D3365" w:rsidRPr="006D3365" w:rsidRDefault="006D3365" w:rsidP="006D3365">
            <w:pPr>
              <w:rPr>
                <w:rFonts w:ascii="Cambria" w:hAnsi="Cambria"/>
                <w:b/>
                <w:i/>
                <w:noProof/>
              </w:rPr>
            </w:pPr>
            <w:r w:rsidRPr="00364ECF">
              <w:rPr>
                <w:rFonts w:ascii="Cambria" w:hAnsi="Cambria"/>
                <w:b/>
              </w:rPr>
              <w:t xml:space="preserve">EXAMPLE 1: </w:t>
            </w:r>
            <w:r w:rsidRPr="00364ECF">
              <w:rPr>
                <w:rFonts w:ascii="Cambria" w:hAnsi="Cambria"/>
              </w:rPr>
              <w:t>ABCD is a parallelogram. Label the measure of each angle in the parallelogram.</w:t>
            </w:r>
          </w:p>
          <w:p w:rsidR="007159AE" w:rsidRPr="00364ECF" w:rsidRDefault="006D3365" w:rsidP="006D336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2828925" cy="1352550"/>
                  <wp:effectExtent l="19050" t="0" r="9525" b="0"/>
                  <wp:docPr id="10" name="Picture 4" descr="Description: 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4EA" w:rsidRPr="00364ECF" w:rsidTr="001951F2">
        <w:trPr>
          <w:trHeight w:val="1808"/>
        </w:trPr>
        <w:tc>
          <w:tcPr>
            <w:tcW w:w="5508" w:type="dxa"/>
            <w:shd w:val="clear" w:color="auto" w:fill="auto"/>
          </w:tcPr>
          <w:p w:rsidR="006D3365" w:rsidRPr="00364ECF" w:rsidRDefault="006D3365" w:rsidP="006D3365">
            <w:pPr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t xml:space="preserve">EXAMPLE </w:t>
            </w:r>
            <w:r>
              <w:rPr>
                <w:rFonts w:ascii="Cambria" w:hAnsi="Cambria"/>
                <w:b/>
              </w:rPr>
              <w:t>2</w:t>
            </w:r>
            <w:r w:rsidRPr="00364ECF">
              <w:rPr>
                <w:rFonts w:ascii="Cambria" w:hAnsi="Cambria"/>
                <w:b/>
              </w:rPr>
              <w:t>:</w:t>
            </w:r>
          </w:p>
          <w:p w:rsidR="004E04EA" w:rsidRDefault="006D3365" w:rsidP="006D336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Solve for x.</w:t>
            </w:r>
          </w:p>
          <w:p w:rsidR="006D3365" w:rsidRPr="00364ECF" w:rsidRDefault="006D3365" w:rsidP="006D3365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372312" cy="1423358"/>
                  <wp:effectExtent l="19050" t="0" r="0" b="0"/>
                  <wp:docPr id="1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1425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1951F2" w:rsidRPr="00364ECF" w:rsidRDefault="001951F2" w:rsidP="001951F2">
            <w:pPr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t xml:space="preserve">EXAMPLE </w:t>
            </w:r>
            <w:r w:rsidR="006D3365">
              <w:rPr>
                <w:rFonts w:ascii="Cambria" w:hAnsi="Cambria"/>
                <w:b/>
              </w:rPr>
              <w:t>3</w:t>
            </w:r>
            <w:r w:rsidRPr="00364ECF">
              <w:rPr>
                <w:rFonts w:ascii="Cambria" w:hAnsi="Cambria"/>
                <w:b/>
              </w:rPr>
              <w:t>:</w:t>
            </w:r>
          </w:p>
          <w:p w:rsidR="004E04EA" w:rsidRPr="00364ECF" w:rsidRDefault="00DE0830" w:rsidP="004E04EA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3362325" cy="166687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4EA" w:rsidRPr="00364ECF" w:rsidTr="001951F2">
        <w:trPr>
          <w:trHeight w:val="1808"/>
        </w:trPr>
        <w:tc>
          <w:tcPr>
            <w:tcW w:w="5508" w:type="dxa"/>
            <w:shd w:val="clear" w:color="auto" w:fill="auto"/>
          </w:tcPr>
          <w:p w:rsidR="001951F2" w:rsidRPr="00364ECF" w:rsidRDefault="001951F2" w:rsidP="00244DB9">
            <w:pPr>
              <w:numPr>
                <w:ilvl w:val="0"/>
                <w:numId w:val="3"/>
              </w:numPr>
              <w:rPr>
                <w:rFonts w:ascii="Cambria" w:hAnsi="Cambria"/>
                <w:noProof/>
              </w:rPr>
            </w:pPr>
            <w:r w:rsidRPr="00364ECF">
              <w:rPr>
                <w:rFonts w:ascii="Cambria" w:hAnsi="Cambria"/>
              </w:rPr>
              <w:t>ABCD is a parallelogram. Label the measure of each angle in the parallelogram.</w:t>
            </w:r>
          </w:p>
          <w:p w:rsidR="00452A4E" w:rsidRPr="00364ECF" w:rsidRDefault="00DE0830" w:rsidP="00DE0830">
            <w:pPr>
              <w:ind w:left="7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2809875" cy="1247775"/>
                  <wp:effectExtent l="19050" t="0" r="9525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951F2" w:rsidRPr="00364ECF">
              <w:rPr>
                <w:rFonts w:ascii="Cambria" w:hAnsi="Cambria"/>
                <w:noProof/>
              </w:rPr>
              <w:t xml:space="preserve"> </w:t>
            </w:r>
          </w:p>
        </w:tc>
        <w:tc>
          <w:tcPr>
            <w:tcW w:w="5508" w:type="dxa"/>
            <w:shd w:val="clear" w:color="auto" w:fill="auto"/>
          </w:tcPr>
          <w:p w:rsidR="004E04EA" w:rsidRPr="00364ECF" w:rsidRDefault="00E56E45" w:rsidP="00244DB9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="001951F2" w:rsidRPr="00364ECF">
              <w:rPr>
                <w:rFonts w:ascii="Cambria" w:hAnsi="Cambria"/>
              </w:rPr>
              <w:t xml:space="preserve"> </w:t>
            </w:r>
            <w:r w:rsidRPr="00E56E45">
              <w:rPr>
                <w:rFonts w:ascii="Cambria" w:hAnsi="Cambria"/>
              </w:rPr>
              <w:drawing>
                <wp:inline distT="0" distB="0" distL="0" distR="0">
                  <wp:extent cx="1870135" cy="1788310"/>
                  <wp:effectExtent l="1905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39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135" cy="178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F2" w:rsidRPr="00364ECF" w:rsidTr="001951F2">
        <w:trPr>
          <w:trHeight w:val="1808"/>
        </w:trPr>
        <w:tc>
          <w:tcPr>
            <w:tcW w:w="5508" w:type="dxa"/>
            <w:shd w:val="clear" w:color="auto" w:fill="auto"/>
          </w:tcPr>
          <w:p w:rsidR="00E56E45" w:rsidRDefault="00DE0830" w:rsidP="00244DB9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t xml:space="preserve"> </w:t>
            </w:r>
          </w:p>
          <w:p w:rsidR="001951F2" w:rsidRPr="00364ECF" w:rsidRDefault="00E56E45" w:rsidP="00E56E45">
            <w:pPr>
              <w:ind w:left="720"/>
              <w:rPr>
                <w:rFonts w:ascii="Cambria" w:hAnsi="Cambria"/>
              </w:rPr>
            </w:pPr>
            <w:r w:rsidRPr="00E56E45">
              <w:rPr>
                <w:rFonts w:ascii="Cambria" w:hAnsi="Cambria"/>
              </w:rPr>
              <w:drawing>
                <wp:inline distT="0" distB="0" distL="0" distR="0">
                  <wp:extent cx="3379758" cy="1606483"/>
                  <wp:effectExtent l="1905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074" cy="1608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1951F2" w:rsidRPr="00364ECF" w:rsidRDefault="00DE0830" w:rsidP="00244DB9">
            <w:pPr>
              <w:numPr>
                <w:ilvl w:val="0"/>
                <w:numId w:val="3"/>
              </w:num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1951F2" w:rsidRPr="00364ECF" w:rsidRDefault="00E56E45" w:rsidP="004E04EA">
            <w:pPr>
              <w:rPr>
                <w:rFonts w:ascii="Cambria" w:hAnsi="Cambria"/>
              </w:rPr>
            </w:pPr>
            <w:r w:rsidRPr="00E56E45">
              <w:rPr>
                <w:rFonts w:ascii="Cambria" w:hAnsi="Cambria"/>
              </w:rPr>
              <w:drawing>
                <wp:inline distT="0" distB="0" distL="0" distR="0">
                  <wp:extent cx="3440143" cy="1608379"/>
                  <wp:effectExtent l="19050" t="0" r="7907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3518" cy="1609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F2" w:rsidRPr="00364ECF" w:rsidTr="001951F2">
        <w:trPr>
          <w:trHeight w:val="341"/>
        </w:trPr>
        <w:tc>
          <w:tcPr>
            <w:tcW w:w="11016" w:type="dxa"/>
            <w:gridSpan w:val="2"/>
            <w:shd w:val="clear" w:color="auto" w:fill="auto"/>
          </w:tcPr>
          <w:p w:rsidR="001951F2" w:rsidRPr="00364ECF" w:rsidRDefault="001951F2" w:rsidP="001951F2">
            <w:pPr>
              <w:jc w:val="center"/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lastRenderedPageBreak/>
              <w:t>Find Missing Sides</w:t>
            </w:r>
          </w:p>
        </w:tc>
      </w:tr>
      <w:tr w:rsidR="001951F2" w:rsidRPr="00364ECF" w:rsidTr="001951F2">
        <w:trPr>
          <w:trHeight w:val="278"/>
        </w:trPr>
        <w:tc>
          <w:tcPr>
            <w:tcW w:w="5508" w:type="dxa"/>
            <w:shd w:val="clear" w:color="auto" w:fill="auto"/>
          </w:tcPr>
          <w:p w:rsidR="001951F2" w:rsidRPr="00364ECF" w:rsidRDefault="001951F2" w:rsidP="006D3365">
            <w:pPr>
              <w:rPr>
                <w:rFonts w:ascii="Cambria" w:hAnsi="Cambria"/>
              </w:rPr>
            </w:pPr>
            <w:r w:rsidRPr="00364ECF">
              <w:rPr>
                <w:rFonts w:ascii="Cambria" w:hAnsi="Cambria"/>
                <w:b/>
              </w:rPr>
              <w:t xml:space="preserve">EXAMPLE </w:t>
            </w:r>
            <w:r w:rsidR="006D3365">
              <w:rPr>
                <w:rFonts w:ascii="Cambria" w:hAnsi="Cambria"/>
                <w:b/>
              </w:rPr>
              <w:t>4</w:t>
            </w:r>
            <w:r w:rsidRPr="00364ECF">
              <w:rPr>
                <w:rFonts w:ascii="Cambria" w:hAnsi="Cambria"/>
                <w:b/>
              </w:rPr>
              <w:t>:</w:t>
            </w:r>
            <w:r w:rsidR="00966050">
              <w:rPr>
                <w:rFonts w:ascii="Cambria" w:hAnsi="Cambria"/>
                <w:b/>
              </w:rPr>
              <w:t xml:space="preserve"> </w:t>
            </w:r>
            <w:r w:rsidRPr="00364ECF">
              <w:rPr>
                <w:rFonts w:ascii="Cambria" w:hAnsi="Cambria"/>
                <w:b/>
              </w:rPr>
              <w:t xml:space="preserve"> </w:t>
            </w:r>
            <w:r w:rsidR="00DE0830">
              <w:rPr>
                <w:rFonts w:ascii="Cambria" w:hAnsi="Cambria"/>
                <w:noProof/>
              </w:rPr>
              <w:drawing>
                <wp:inline distT="0" distB="0" distL="0" distR="0">
                  <wp:extent cx="1575624" cy="1520041"/>
                  <wp:effectExtent l="19050" t="0" r="5526" b="0"/>
                  <wp:docPr id="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r="426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624" cy="1520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1951F2" w:rsidRPr="00364ECF" w:rsidRDefault="00DE0830" w:rsidP="00244DB9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t xml:space="preserve"> </w:t>
            </w: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3056664" cy="1353787"/>
                  <wp:effectExtent l="19050" t="0" r="0" b="0"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276" cy="1359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F2" w:rsidRPr="00364ECF" w:rsidTr="001951F2">
        <w:trPr>
          <w:trHeight w:val="278"/>
        </w:trPr>
        <w:tc>
          <w:tcPr>
            <w:tcW w:w="11016" w:type="dxa"/>
            <w:gridSpan w:val="2"/>
            <w:shd w:val="clear" w:color="auto" w:fill="auto"/>
          </w:tcPr>
          <w:p w:rsidR="001951F2" w:rsidRPr="00364ECF" w:rsidRDefault="001951F2" w:rsidP="001951F2">
            <w:pPr>
              <w:jc w:val="center"/>
              <w:rPr>
                <w:rFonts w:ascii="Cambria" w:hAnsi="Cambria"/>
                <w:b/>
              </w:rPr>
            </w:pPr>
            <w:r w:rsidRPr="00364ECF">
              <w:rPr>
                <w:rFonts w:ascii="Cambria" w:hAnsi="Cambria"/>
                <w:b/>
              </w:rPr>
              <w:t>SYNTHESIZE!</w:t>
            </w:r>
          </w:p>
        </w:tc>
      </w:tr>
      <w:tr w:rsidR="006D3365" w:rsidRPr="00364ECF" w:rsidTr="001D2B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508" w:type="dxa"/>
          </w:tcPr>
          <w:p w:rsidR="006D3365" w:rsidRPr="00364ECF" w:rsidRDefault="006D3365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Error analysis: In </w:t>
            </w:r>
            <w:r>
              <w:rPr>
                <w:rFonts w:asciiTheme="majorHAnsi" w:hAnsiTheme="majorHAnsi"/>
                <w:i/>
              </w:rPr>
              <w:sym w:font="Wingdings 2" w:char="F0A3"/>
            </w:r>
            <w:r>
              <w:rPr>
                <w:rFonts w:asciiTheme="majorHAnsi" w:hAnsiTheme="majorHAnsi"/>
                <w:i/>
              </w:rPr>
              <w:t xml:space="preserve"> ABCD</w:t>
            </w:r>
            <w:r>
              <w:rPr>
                <w:rFonts w:asciiTheme="majorHAnsi" w:hAnsiTheme="majorHAns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m∠B=50°.</m:t>
              </m:r>
            </m:oMath>
            <w:r>
              <w:rPr>
                <w:rFonts w:asciiTheme="majorHAnsi" w:hAnsiTheme="majorHAnsi"/>
              </w:rPr>
              <w:t xml:space="preserve"> A student says </w:t>
            </w:r>
            <w:proofErr w:type="gramStart"/>
            <w:r>
              <w:rPr>
                <w:rFonts w:asciiTheme="majorHAnsi" w:hAnsiTheme="majorHAnsi"/>
              </w:rPr>
              <w:t xml:space="preserve">that </w:t>
            </w:r>
            <m:oMath>
              <w:proofErr w:type="gramEnd"/>
              <m:r>
                <w:rPr>
                  <w:rFonts w:ascii="Cambria Math" w:hAnsi="Cambria Math"/>
                </w:rPr>
                <m:t>m∠A=50°</m:t>
              </m:r>
            </m:oMath>
            <w:r>
              <w:rPr>
                <w:rFonts w:asciiTheme="majorHAnsi" w:hAnsiTheme="majorHAnsi"/>
              </w:rPr>
              <w:t>. Explain why this is incorrect.</w:t>
            </w:r>
          </w:p>
          <w:p w:rsidR="006D3365" w:rsidRPr="00364ECF" w:rsidRDefault="006D3365" w:rsidP="001D2B10">
            <w:pPr>
              <w:rPr>
                <w:rFonts w:ascii="Cambria" w:hAnsi="Cambria"/>
              </w:rPr>
            </w:pPr>
          </w:p>
          <w:p w:rsidR="006D3365" w:rsidRDefault="006D3365" w:rsidP="001D2B10">
            <w:pPr>
              <w:rPr>
                <w:rFonts w:ascii="Cambria" w:hAnsi="Cambria"/>
              </w:rPr>
            </w:pPr>
          </w:p>
          <w:p w:rsidR="006D3365" w:rsidRPr="00364ECF" w:rsidRDefault="006D3365" w:rsidP="001D2B10">
            <w:pPr>
              <w:rPr>
                <w:rFonts w:ascii="Cambria" w:hAnsi="Cambria"/>
              </w:rPr>
            </w:pPr>
          </w:p>
          <w:p w:rsidR="006D3365" w:rsidRPr="00364ECF" w:rsidRDefault="006D3365" w:rsidP="001D2B10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6D3365" w:rsidRPr="00364ECF" w:rsidRDefault="006D3365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In </w:t>
            </w:r>
            <w:r>
              <w:rPr>
                <w:rFonts w:asciiTheme="majorHAnsi" w:hAnsiTheme="majorHAnsi"/>
                <w:i/>
              </w:rPr>
              <w:sym w:font="Wingdings 2" w:char="F0A3"/>
            </w:r>
            <w:r>
              <w:rPr>
                <w:rFonts w:asciiTheme="majorHAnsi" w:hAnsiTheme="majorHAnsi"/>
                <w:i/>
              </w:rPr>
              <w:t xml:space="preserve"> QRST</w:t>
            </w:r>
            <w:proofErr w:type="gramStart"/>
            <w:r>
              <w:rPr>
                <w:rFonts w:asciiTheme="majorHAnsi" w:hAnsiTheme="majorHAnsi"/>
                <w:i/>
              </w:rPr>
              <w:t xml:space="preserve">, </w:t>
            </w:r>
            <m:oMath>
              <w:proofErr w:type="gramEnd"/>
              <m:r>
                <w:rPr>
                  <w:rFonts w:ascii="Cambria Math" w:hAnsi="Cambria Math"/>
                </w:rPr>
                <m:t>m∠S=124°</m:t>
              </m:r>
            </m:oMath>
            <w:r>
              <w:rPr>
                <w:rFonts w:asciiTheme="majorHAnsi" w:hAnsiTheme="majorHAnsi"/>
                <w:i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m∠R=66°</m:t>
              </m:r>
            </m:oMath>
            <w:r>
              <w:rPr>
                <w:rFonts w:asciiTheme="majorHAnsi" w:hAnsiTheme="majorHAnsi"/>
                <w:i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m∠T=124°</m:t>
              </m:r>
            </m:oMath>
            <w:r>
              <w:rPr>
                <w:rFonts w:asciiTheme="majorHAnsi" w:hAnsiTheme="majorHAnsi"/>
                <w:i/>
              </w:rPr>
              <w:t xml:space="preserve">. </w:t>
            </w:r>
            <w:r>
              <w:rPr>
                <w:rFonts w:asciiTheme="majorHAnsi" w:hAnsiTheme="majorHAnsi"/>
              </w:rPr>
              <w:t>Why is this not a quadrilateral? (2 reasons)</w:t>
            </w:r>
          </w:p>
          <w:p w:rsidR="006D3365" w:rsidRPr="00364ECF" w:rsidRDefault="006D3365" w:rsidP="001D2B10">
            <w:pPr>
              <w:rPr>
                <w:rFonts w:ascii="Cambria" w:hAnsi="Cambria"/>
              </w:rPr>
            </w:pPr>
          </w:p>
        </w:tc>
      </w:tr>
      <w:tr w:rsidR="001951F2" w:rsidRPr="00364ECF" w:rsidTr="001951F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508" w:type="dxa"/>
          </w:tcPr>
          <w:p w:rsidR="001951F2" w:rsidRPr="00966050" w:rsidRDefault="001951F2" w:rsidP="006D3365">
            <w:pPr>
              <w:numPr>
                <w:ilvl w:val="0"/>
                <w:numId w:val="3"/>
              </w:numPr>
              <w:rPr>
                <w:rFonts w:ascii="Cambria" w:hAnsi="Cambria"/>
                <w:sz w:val="20"/>
              </w:rPr>
            </w:pPr>
            <w:r w:rsidRPr="00966050">
              <w:rPr>
                <w:rFonts w:ascii="Cambria" w:hAnsi="Cambria"/>
                <w:sz w:val="20"/>
              </w:rPr>
              <w:t>Find the value of each variable in the parallelogram.</w:t>
            </w:r>
          </w:p>
          <w:p w:rsidR="001951F2" w:rsidRPr="00364ECF" w:rsidRDefault="001951F2" w:rsidP="00F41692">
            <w:pPr>
              <w:rPr>
                <w:rFonts w:ascii="Cambria" w:hAnsi="Cambria"/>
              </w:rPr>
            </w:pPr>
          </w:p>
          <w:p w:rsidR="001951F2" w:rsidRPr="00364ECF" w:rsidRDefault="00DE0830" w:rsidP="00F4169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790700" cy="1066800"/>
                  <wp:effectExtent l="19050" t="0" r="0" b="0"/>
                  <wp:docPr id="5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51F2" w:rsidRPr="00364ECF" w:rsidRDefault="001951F2" w:rsidP="00F41692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1951F2" w:rsidRPr="00966050" w:rsidRDefault="001951F2" w:rsidP="006D3365">
            <w:pPr>
              <w:numPr>
                <w:ilvl w:val="0"/>
                <w:numId w:val="3"/>
              </w:numPr>
              <w:rPr>
                <w:rFonts w:ascii="Cambria" w:hAnsi="Cambria"/>
                <w:sz w:val="20"/>
              </w:rPr>
            </w:pPr>
            <w:r w:rsidRPr="00966050">
              <w:rPr>
                <w:rFonts w:ascii="Cambria" w:hAnsi="Cambria"/>
                <w:sz w:val="20"/>
              </w:rPr>
              <w:t>Find the value of each variable in the parallelogram.</w:t>
            </w:r>
          </w:p>
          <w:p w:rsidR="001951F2" w:rsidRPr="00364ECF" w:rsidRDefault="00DE0830" w:rsidP="00F4169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2114550" cy="1333500"/>
                  <wp:effectExtent l="19050" t="0" r="0" b="0"/>
                  <wp:docPr id="5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F2" w:rsidRPr="00364ECF" w:rsidTr="00F41692">
        <w:trPr>
          <w:trHeight w:val="278"/>
        </w:trPr>
        <w:tc>
          <w:tcPr>
            <w:tcW w:w="11016" w:type="dxa"/>
            <w:gridSpan w:val="2"/>
            <w:shd w:val="clear" w:color="auto" w:fill="auto"/>
          </w:tcPr>
          <w:p w:rsidR="001951F2" w:rsidRPr="00364ECF" w:rsidRDefault="001951F2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364ECF">
              <w:rPr>
                <w:rFonts w:ascii="Cambria" w:hAnsi="Cambria"/>
              </w:rPr>
              <w:t>Given parallelogram HIJK, find its perimeter.  The perimeter should contain NO variables.  Use the properties of parallelograms to help you solve for the variables first!</w:t>
            </w:r>
          </w:p>
          <w:p w:rsidR="001951F2" w:rsidRPr="00364ECF" w:rsidRDefault="00B341B7" w:rsidP="001951F2">
            <w:pPr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          </w:t>
            </w:r>
            <w:r w:rsidR="00DE0830">
              <w:rPr>
                <w:rFonts w:ascii="Cambria" w:hAnsi="Cambria"/>
                <w:noProof/>
              </w:rPr>
              <w:drawing>
                <wp:inline distT="0" distB="0" distL="0" distR="0">
                  <wp:extent cx="2914155" cy="1008141"/>
                  <wp:effectExtent l="19050" t="0" r="495" b="0"/>
                  <wp:docPr id="54" name="Picture 21" descr="Description: Sides of Parallelogram Illlust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escription: Sides of Parallelogram Illlust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529" cy="1009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430" w:rsidRPr="00364ECF" w:rsidRDefault="00D26430" w:rsidP="001951F2">
            <w:pPr>
              <w:rPr>
                <w:rFonts w:ascii="Cambria" w:hAnsi="Cambria"/>
              </w:rPr>
            </w:pPr>
          </w:p>
        </w:tc>
      </w:tr>
      <w:tr w:rsidR="00966050" w:rsidRPr="00364ECF" w:rsidTr="001661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5508" w:type="dxa"/>
          </w:tcPr>
          <w:p w:rsidR="00966050" w:rsidRPr="00364ECF" w:rsidRDefault="00966050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measure of one interior angle of a parallelogram is 50 degrees more than 4 times the measure of another angle. Find the measure of each angle.</w:t>
            </w:r>
          </w:p>
          <w:p w:rsidR="00966050" w:rsidRDefault="00966050" w:rsidP="00966050">
            <w:pPr>
              <w:ind w:left="720"/>
              <w:rPr>
                <w:rFonts w:ascii="Cambria" w:hAnsi="Cambria"/>
              </w:rPr>
            </w:pPr>
          </w:p>
          <w:p w:rsidR="00966050" w:rsidRDefault="00966050" w:rsidP="00966050">
            <w:pPr>
              <w:ind w:left="720"/>
              <w:rPr>
                <w:rFonts w:ascii="Cambria" w:hAnsi="Cambria"/>
              </w:rPr>
            </w:pPr>
          </w:p>
          <w:p w:rsidR="00966050" w:rsidRDefault="00966050" w:rsidP="00966050">
            <w:pPr>
              <w:ind w:left="720"/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966050" w:rsidRPr="00966050" w:rsidRDefault="00966050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The sides of </w:t>
            </w:r>
            <w:r>
              <w:rPr>
                <w:rFonts w:asciiTheme="majorHAnsi" w:hAnsiTheme="majorHAnsi"/>
                <w:i/>
              </w:rPr>
              <w:sym w:font="Wingdings 2" w:char="F0A3"/>
            </w:r>
            <w:r>
              <w:rPr>
                <w:rFonts w:asciiTheme="majorHAnsi" w:hAnsiTheme="majorHAnsi"/>
                <w:i/>
              </w:rPr>
              <w:t>MNPQ</w:t>
            </w:r>
            <w:r>
              <w:rPr>
                <w:rFonts w:asciiTheme="majorHAnsi" w:hAnsiTheme="majorHAnsi"/>
              </w:rPr>
              <w:t xml:space="preserve"> are represented by these expressions</w:t>
            </w:r>
            <w:proofErr w:type="gramStart"/>
            <w:r>
              <w:rPr>
                <w:rFonts w:asciiTheme="majorHAnsi" w:hAnsiTheme="majorHAnsi"/>
              </w:rPr>
              <w:t xml:space="preserve">: </w:t>
            </w:r>
            <m:oMath>
              <w:proofErr w:type="gramEnd"/>
              <m:r>
                <w:rPr>
                  <w:rFonts w:ascii="Cambria Math" w:hAnsi="Cambria Math"/>
                </w:rPr>
                <m:t>MQ=-2x+37, QP=y+14, NP=x-5, MN=4y+5</m:t>
              </m:r>
            </m:oMath>
            <w:r>
              <w:rPr>
                <w:rFonts w:asciiTheme="majorHAnsi" w:hAnsiTheme="majorHAnsi"/>
              </w:rPr>
              <w:t>. Sketch this and find its perimeter.</w:t>
            </w:r>
          </w:p>
          <w:p w:rsidR="00966050" w:rsidRDefault="00966050" w:rsidP="00966050">
            <w:pPr>
              <w:rPr>
                <w:rFonts w:asciiTheme="majorHAnsi" w:hAnsiTheme="majorHAnsi"/>
              </w:rPr>
            </w:pPr>
          </w:p>
          <w:p w:rsidR="00966050" w:rsidRDefault="00966050" w:rsidP="00966050">
            <w:pPr>
              <w:rPr>
                <w:rFonts w:asciiTheme="majorHAnsi" w:hAnsiTheme="majorHAnsi"/>
              </w:rPr>
            </w:pPr>
          </w:p>
          <w:p w:rsidR="00966050" w:rsidRDefault="00966050" w:rsidP="00966050">
            <w:pPr>
              <w:rPr>
                <w:rFonts w:asciiTheme="majorHAnsi" w:hAnsiTheme="majorHAnsi"/>
              </w:rPr>
            </w:pPr>
          </w:p>
          <w:p w:rsidR="00966050" w:rsidRDefault="00966050" w:rsidP="00966050">
            <w:pPr>
              <w:rPr>
                <w:rFonts w:asciiTheme="majorHAnsi" w:hAnsiTheme="majorHAnsi"/>
              </w:rPr>
            </w:pPr>
          </w:p>
          <w:p w:rsidR="00966050" w:rsidRDefault="00966050" w:rsidP="00966050">
            <w:pPr>
              <w:rPr>
                <w:rFonts w:ascii="Cambria" w:hAnsi="Cambria"/>
              </w:rPr>
            </w:pPr>
          </w:p>
        </w:tc>
      </w:tr>
      <w:tr w:rsidR="009B402F" w:rsidRPr="00364ECF" w:rsidTr="001661D5">
        <w:trPr>
          <w:trHeight w:val="278"/>
        </w:trPr>
        <w:tc>
          <w:tcPr>
            <w:tcW w:w="11016" w:type="dxa"/>
            <w:gridSpan w:val="2"/>
            <w:shd w:val="clear" w:color="auto" w:fill="auto"/>
          </w:tcPr>
          <w:p w:rsidR="009B402F" w:rsidRPr="00966050" w:rsidRDefault="00E56E45" w:rsidP="006D3365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B402F" w:rsidRPr="00364ECF">
              <w:rPr>
                <w:rFonts w:ascii="Cambria" w:hAnsi="Cambria"/>
              </w:rPr>
              <w:t>Answer the following WITHOUT looking at your notes: a) What do you know about sides of a parallelogram</w:t>
            </w:r>
            <w:proofErr w:type="gramStart"/>
            <w:r w:rsidR="009B402F" w:rsidRPr="00364ECF">
              <w:rPr>
                <w:rFonts w:ascii="Cambria" w:hAnsi="Cambria"/>
              </w:rPr>
              <w:t xml:space="preserve">?  </w:t>
            </w:r>
            <w:proofErr w:type="gramEnd"/>
            <w:r w:rsidR="009B402F" w:rsidRPr="00364ECF">
              <w:rPr>
                <w:rFonts w:ascii="Cambria" w:hAnsi="Cambria"/>
              </w:rPr>
              <w:t xml:space="preserve">B) What do you know about the angles of a parallelogram? </w:t>
            </w:r>
            <w:r>
              <w:rPr>
                <w:rFonts w:ascii="Cambria" w:hAnsi="Cambria"/>
                <w:b/>
              </w:rPr>
              <w:t>Diagram it!</w:t>
            </w:r>
          </w:p>
          <w:p w:rsidR="009B402F" w:rsidRPr="00364ECF" w:rsidRDefault="009B402F" w:rsidP="001661D5">
            <w:pPr>
              <w:rPr>
                <w:rFonts w:ascii="Cambria" w:hAnsi="Cambria"/>
              </w:rPr>
            </w:pPr>
          </w:p>
          <w:p w:rsidR="009B402F" w:rsidRPr="00364ECF" w:rsidRDefault="009B402F" w:rsidP="001661D5">
            <w:pPr>
              <w:rPr>
                <w:rFonts w:ascii="Cambria" w:hAnsi="Cambria"/>
              </w:rPr>
            </w:pPr>
          </w:p>
          <w:p w:rsidR="009B402F" w:rsidRPr="00364ECF" w:rsidRDefault="009B402F" w:rsidP="001661D5">
            <w:pPr>
              <w:rPr>
                <w:rFonts w:ascii="Cambria" w:hAnsi="Cambria"/>
              </w:rPr>
            </w:pPr>
          </w:p>
          <w:p w:rsidR="009B402F" w:rsidRPr="00364ECF" w:rsidRDefault="009B402F" w:rsidP="001661D5">
            <w:pPr>
              <w:rPr>
                <w:rFonts w:ascii="Cambria" w:hAnsi="Cambria"/>
              </w:rPr>
            </w:pPr>
          </w:p>
        </w:tc>
      </w:tr>
    </w:tbl>
    <w:p w:rsidR="009E0285" w:rsidRPr="00DB5E90" w:rsidRDefault="009E0285" w:rsidP="00DB5E90">
      <w:pPr>
        <w:rPr>
          <w:rFonts w:ascii="Cambria" w:hAnsi="Cambria"/>
          <w:sz w:val="2"/>
        </w:rPr>
      </w:pPr>
    </w:p>
    <w:sectPr w:rsidR="009E0285" w:rsidRPr="00DB5E90" w:rsidSect="00A12D34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C1" w:rsidRDefault="00366EC1">
      <w:r>
        <w:separator/>
      </w:r>
    </w:p>
  </w:endnote>
  <w:endnote w:type="continuationSeparator" w:id="0">
    <w:p w:rsidR="00366EC1" w:rsidRDefault="0036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C1" w:rsidRDefault="00366EC1">
      <w:r>
        <w:separator/>
      </w:r>
    </w:p>
  </w:footnote>
  <w:footnote w:type="continuationSeparator" w:id="0">
    <w:p w:rsidR="00366EC1" w:rsidRDefault="00366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1644"/>
    <w:multiLevelType w:val="hybridMultilevel"/>
    <w:tmpl w:val="E086F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34500"/>
    <w:multiLevelType w:val="hybridMultilevel"/>
    <w:tmpl w:val="95742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B3A36"/>
    <w:multiLevelType w:val="hybridMultilevel"/>
    <w:tmpl w:val="82FA48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21B05"/>
    <w:multiLevelType w:val="hybridMultilevel"/>
    <w:tmpl w:val="AF6EB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5122" style="mso-position-horizontal:center;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4694"/>
    <w:rsid w:val="00017DCB"/>
    <w:rsid w:val="0003516A"/>
    <w:rsid w:val="000374D0"/>
    <w:rsid w:val="00047C44"/>
    <w:rsid w:val="00052A86"/>
    <w:rsid w:val="00055182"/>
    <w:rsid w:val="00056ED5"/>
    <w:rsid w:val="00064F02"/>
    <w:rsid w:val="00073206"/>
    <w:rsid w:val="000930E8"/>
    <w:rsid w:val="00094615"/>
    <w:rsid w:val="000A0F79"/>
    <w:rsid w:val="000B0A8C"/>
    <w:rsid w:val="000B2D96"/>
    <w:rsid w:val="000B7722"/>
    <w:rsid w:val="000C3971"/>
    <w:rsid w:val="000D4900"/>
    <w:rsid w:val="000F69C0"/>
    <w:rsid w:val="0011095D"/>
    <w:rsid w:val="00117AC4"/>
    <w:rsid w:val="00120B34"/>
    <w:rsid w:val="00125A3A"/>
    <w:rsid w:val="0012684C"/>
    <w:rsid w:val="00134091"/>
    <w:rsid w:val="00135324"/>
    <w:rsid w:val="001513D7"/>
    <w:rsid w:val="00174CE5"/>
    <w:rsid w:val="001951F2"/>
    <w:rsid w:val="00195F32"/>
    <w:rsid w:val="00196886"/>
    <w:rsid w:val="001C60A8"/>
    <w:rsid w:val="001E0754"/>
    <w:rsid w:val="002105F5"/>
    <w:rsid w:val="00212580"/>
    <w:rsid w:val="00214C22"/>
    <w:rsid w:val="00233682"/>
    <w:rsid w:val="00242CA0"/>
    <w:rsid w:val="00244DB9"/>
    <w:rsid w:val="0024744C"/>
    <w:rsid w:val="00253DFC"/>
    <w:rsid w:val="002625EF"/>
    <w:rsid w:val="00264D8D"/>
    <w:rsid w:val="00275479"/>
    <w:rsid w:val="00277C35"/>
    <w:rsid w:val="002C6782"/>
    <w:rsid w:val="002F13C2"/>
    <w:rsid w:val="002F2D9B"/>
    <w:rsid w:val="002F7909"/>
    <w:rsid w:val="00304AE3"/>
    <w:rsid w:val="00310C66"/>
    <w:rsid w:val="00317F85"/>
    <w:rsid w:val="00322DA9"/>
    <w:rsid w:val="00323883"/>
    <w:rsid w:val="00331303"/>
    <w:rsid w:val="00337B35"/>
    <w:rsid w:val="0034425B"/>
    <w:rsid w:val="00347A8A"/>
    <w:rsid w:val="00355A40"/>
    <w:rsid w:val="00362D55"/>
    <w:rsid w:val="00364ECF"/>
    <w:rsid w:val="00366EC1"/>
    <w:rsid w:val="00371214"/>
    <w:rsid w:val="00373300"/>
    <w:rsid w:val="00384590"/>
    <w:rsid w:val="00385205"/>
    <w:rsid w:val="003A2846"/>
    <w:rsid w:val="003B4169"/>
    <w:rsid w:val="003C4166"/>
    <w:rsid w:val="003D3FCA"/>
    <w:rsid w:val="003D70AE"/>
    <w:rsid w:val="003E4F6B"/>
    <w:rsid w:val="004167AC"/>
    <w:rsid w:val="00431C59"/>
    <w:rsid w:val="00452A4E"/>
    <w:rsid w:val="00455E4C"/>
    <w:rsid w:val="00457BB4"/>
    <w:rsid w:val="00465D2A"/>
    <w:rsid w:val="004778B3"/>
    <w:rsid w:val="004900BE"/>
    <w:rsid w:val="00496B8E"/>
    <w:rsid w:val="004A04CA"/>
    <w:rsid w:val="004E04EA"/>
    <w:rsid w:val="004E29BF"/>
    <w:rsid w:val="004E4E75"/>
    <w:rsid w:val="004F0848"/>
    <w:rsid w:val="004F4694"/>
    <w:rsid w:val="004F6944"/>
    <w:rsid w:val="00513BF1"/>
    <w:rsid w:val="0051632A"/>
    <w:rsid w:val="0052415D"/>
    <w:rsid w:val="00525B9C"/>
    <w:rsid w:val="00551422"/>
    <w:rsid w:val="00556CF1"/>
    <w:rsid w:val="005725AB"/>
    <w:rsid w:val="0058566E"/>
    <w:rsid w:val="005A4855"/>
    <w:rsid w:val="005A4A5D"/>
    <w:rsid w:val="005B3443"/>
    <w:rsid w:val="005B736A"/>
    <w:rsid w:val="005C0A65"/>
    <w:rsid w:val="005D13FF"/>
    <w:rsid w:val="005D1E67"/>
    <w:rsid w:val="005E6769"/>
    <w:rsid w:val="005F31D6"/>
    <w:rsid w:val="00613592"/>
    <w:rsid w:val="0062032E"/>
    <w:rsid w:val="006227ED"/>
    <w:rsid w:val="00637C08"/>
    <w:rsid w:val="006526CF"/>
    <w:rsid w:val="006617DA"/>
    <w:rsid w:val="00667EDC"/>
    <w:rsid w:val="006A1A27"/>
    <w:rsid w:val="006B0079"/>
    <w:rsid w:val="006B58AA"/>
    <w:rsid w:val="006D3365"/>
    <w:rsid w:val="006D7B04"/>
    <w:rsid w:val="006F3800"/>
    <w:rsid w:val="006F4A6D"/>
    <w:rsid w:val="007115DF"/>
    <w:rsid w:val="007159AE"/>
    <w:rsid w:val="00717FB7"/>
    <w:rsid w:val="00730D3E"/>
    <w:rsid w:val="00733854"/>
    <w:rsid w:val="00746EFF"/>
    <w:rsid w:val="007514DC"/>
    <w:rsid w:val="007562B4"/>
    <w:rsid w:val="00772CD7"/>
    <w:rsid w:val="007856CD"/>
    <w:rsid w:val="007A18B6"/>
    <w:rsid w:val="007B606B"/>
    <w:rsid w:val="007D194A"/>
    <w:rsid w:val="007D5075"/>
    <w:rsid w:val="007E4776"/>
    <w:rsid w:val="007E5B3A"/>
    <w:rsid w:val="008022A0"/>
    <w:rsid w:val="00810B75"/>
    <w:rsid w:val="00817F0B"/>
    <w:rsid w:val="008215A8"/>
    <w:rsid w:val="008335C5"/>
    <w:rsid w:val="00840AEE"/>
    <w:rsid w:val="00840C93"/>
    <w:rsid w:val="008419EC"/>
    <w:rsid w:val="008477D5"/>
    <w:rsid w:val="00851A0C"/>
    <w:rsid w:val="008575E1"/>
    <w:rsid w:val="00865404"/>
    <w:rsid w:val="0087117D"/>
    <w:rsid w:val="008A4553"/>
    <w:rsid w:val="008A47AE"/>
    <w:rsid w:val="008B110C"/>
    <w:rsid w:val="008D21EE"/>
    <w:rsid w:val="008E6FA8"/>
    <w:rsid w:val="008F4202"/>
    <w:rsid w:val="009059FB"/>
    <w:rsid w:val="009336EE"/>
    <w:rsid w:val="009613B1"/>
    <w:rsid w:val="00966050"/>
    <w:rsid w:val="00967839"/>
    <w:rsid w:val="00980466"/>
    <w:rsid w:val="00983F0A"/>
    <w:rsid w:val="00985457"/>
    <w:rsid w:val="00985E86"/>
    <w:rsid w:val="009946C4"/>
    <w:rsid w:val="009A2312"/>
    <w:rsid w:val="009A2757"/>
    <w:rsid w:val="009B034E"/>
    <w:rsid w:val="009B402F"/>
    <w:rsid w:val="009E0285"/>
    <w:rsid w:val="009E032C"/>
    <w:rsid w:val="009E1FE1"/>
    <w:rsid w:val="00A057A0"/>
    <w:rsid w:val="00A07DF9"/>
    <w:rsid w:val="00A11D27"/>
    <w:rsid w:val="00A12D34"/>
    <w:rsid w:val="00A22EBF"/>
    <w:rsid w:val="00A67BDE"/>
    <w:rsid w:val="00A8205C"/>
    <w:rsid w:val="00AE0153"/>
    <w:rsid w:val="00AF0647"/>
    <w:rsid w:val="00B01021"/>
    <w:rsid w:val="00B13DDF"/>
    <w:rsid w:val="00B17B97"/>
    <w:rsid w:val="00B21CE2"/>
    <w:rsid w:val="00B25EF4"/>
    <w:rsid w:val="00B26CC0"/>
    <w:rsid w:val="00B341B7"/>
    <w:rsid w:val="00B3457E"/>
    <w:rsid w:val="00B37500"/>
    <w:rsid w:val="00B645AE"/>
    <w:rsid w:val="00B73E4E"/>
    <w:rsid w:val="00B75FF3"/>
    <w:rsid w:val="00B84396"/>
    <w:rsid w:val="00B96BB6"/>
    <w:rsid w:val="00BA606F"/>
    <w:rsid w:val="00BC3AC2"/>
    <w:rsid w:val="00BD568C"/>
    <w:rsid w:val="00BE437B"/>
    <w:rsid w:val="00BF53C3"/>
    <w:rsid w:val="00C07808"/>
    <w:rsid w:val="00C34CDD"/>
    <w:rsid w:val="00C433FF"/>
    <w:rsid w:val="00C52ED1"/>
    <w:rsid w:val="00C55EDB"/>
    <w:rsid w:val="00C57505"/>
    <w:rsid w:val="00C66942"/>
    <w:rsid w:val="00C958D8"/>
    <w:rsid w:val="00CA03ED"/>
    <w:rsid w:val="00CB5A38"/>
    <w:rsid w:val="00CE37CE"/>
    <w:rsid w:val="00D10E3B"/>
    <w:rsid w:val="00D156AE"/>
    <w:rsid w:val="00D260CA"/>
    <w:rsid w:val="00D26430"/>
    <w:rsid w:val="00D54288"/>
    <w:rsid w:val="00D65CA5"/>
    <w:rsid w:val="00D77349"/>
    <w:rsid w:val="00D80962"/>
    <w:rsid w:val="00D81CB8"/>
    <w:rsid w:val="00DA3107"/>
    <w:rsid w:val="00DB5E90"/>
    <w:rsid w:val="00DB724A"/>
    <w:rsid w:val="00DC07F3"/>
    <w:rsid w:val="00DD6B9A"/>
    <w:rsid w:val="00DE0239"/>
    <w:rsid w:val="00DE0830"/>
    <w:rsid w:val="00DE6A61"/>
    <w:rsid w:val="00E0798A"/>
    <w:rsid w:val="00E130DB"/>
    <w:rsid w:val="00E1565F"/>
    <w:rsid w:val="00E3617E"/>
    <w:rsid w:val="00E56097"/>
    <w:rsid w:val="00E56E45"/>
    <w:rsid w:val="00E75485"/>
    <w:rsid w:val="00E901BA"/>
    <w:rsid w:val="00E91DCC"/>
    <w:rsid w:val="00E93F4F"/>
    <w:rsid w:val="00E95AF7"/>
    <w:rsid w:val="00EA23E5"/>
    <w:rsid w:val="00EB1837"/>
    <w:rsid w:val="00EB66BA"/>
    <w:rsid w:val="00EC7529"/>
    <w:rsid w:val="00EE23EC"/>
    <w:rsid w:val="00EE79AB"/>
    <w:rsid w:val="00F0036B"/>
    <w:rsid w:val="00F10FC9"/>
    <w:rsid w:val="00F1155F"/>
    <w:rsid w:val="00F317C5"/>
    <w:rsid w:val="00F31DC4"/>
    <w:rsid w:val="00F349BF"/>
    <w:rsid w:val="00F41692"/>
    <w:rsid w:val="00F47327"/>
    <w:rsid w:val="00F775D0"/>
    <w:rsid w:val="00F77CD5"/>
    <w:rsid w:val="00FA0DFD"/>
    <w:rsid w:val="00FA16E1"/>
    <w:rsid w:val="00FA6FD8"/>
    <w:rsid w:val="00FD7532"/>
    <w:rsid w:val="00FE0667"/>
    <w:rsid w:val="00FE6F4D"/>
    <w:rsid w:val="00FE7129"/>
    <w:rsid w:val="00FF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style="mso-position-horizontal:center;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Balloon Text" w:uiPriority="99"/>
    <w:lsdException w:name="Table Grid" w:uiPriority="59"/>
    <w:lsdException w:name="No Spacing" w:qFormat="1"/>
    <w:lsdException w:name="Medium Grid 1" w:uiPriority="99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LightGrid-Accent31">
    <w:name w:val="Light Grid - Accent 31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-Accent11">
    <w:name w:val="Medium Grid 1 - Accent 11"/>
    <w:uiPriority w:val="99"/>
    <w:rsid w:val="00834C73"/>
    <w:rPr>
      <w:color w:val="808080"/>
    </w:rPr>
  </w:style>
  <w:style w:type="paragraph" w:customStyle="1" w:styleId="MediumGrid1-Accent22">
    <w:name w:val="Medium Grid 1 - Accent 22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paragraph" w:customStyle="1" w:styleId="ColorfulList-Accent11">
    <w:name w:val="Colorful List - Accent 11"/>
    <w:basedOn w:val="Normal"/>
    <w:uiPriority w:val="34"/>
    <w:qFormat/>
    <w:rsid w:val="00741F63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514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rsid w:val="009E1FE1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6227ED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900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00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00B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490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00B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Balloon Text" w:uiPriority="99"/>
    <w:lsdException w:name="Table Grid" w:uiPriority="59"/>
    <w:lsdException w:name="No Spacing" w:qFormat="1"/>
    <w:lsdException w:name="Medium Grid 1" w:uiPriority="99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Colorful List Accent 1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LightGrid-Accent31">
    <w:name w:val="Light Grid - Accent 31"/>
    <w:basedOn w:val="Normal"/>
    <w:uiPriority w:val="34"/>
    <w:qFormat/>
    <w:rsid w:val="00834C73"/>
    <w:pPr>
      <w:ind w:left="720"/>
      <w:contextualSpacing/>
    </w:pPr>
  </w:style>
  <w:style w:type="character" w:customStyle="1" w:styleId="MediumGrid1-Accent11">
    <w:name w:val="Medium Grid 1 - Accent 11"/>
    <w:uiPriority w:val="99"/>
    <w:rsid w:val="00834C73"/>
    <w:rPr>
      <w:color w:val="808080"/>
    </w:rPr>
  </w:style>
  <w:style w:type="paragraph" w:customStyle="1" w:styleId="MediumGrid1-Accent22">
    <w:name w:val="Medium Grid 1 - Accent 22"/>
    <w:basedOn w:val="Normal"/>
    <w:uiPriority w:val="34"/>
    <w:qFormat/>
    <w:rsid w:val="00FE264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9D4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D45BF"/>
    <w:rPr>
      <w:rFonts w:ascii="Courier" w:hAnsi="Courier" w:cs="Courier"/>
    </w:rPr>
  </w:style>
  <w:style w:type="paragraph" w:customStyle="1" w:styleId="ColorfulList-Accent11">
    <w:name w:val="Colorful List - Accent 11"/>
    <w:basedOn w:val="Normal"/>
    <w:uiPriority w:val="34"/>
    <w:qFormat/>
    <w:rsid w:val="00741F63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5514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rsid w:val="009E1FE1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6227ED"/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rsid w:val="004900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00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00B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490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00B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17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Darrell Tiénou-Gustafson</cp:lastModifiedBy>
  <cp:revision>3</cp:revision>
  <cp:lastPrinted>2015-03-15T04:26:00Z</cp:lastPrinted>
  <dcterms:created xsi:type="dcterms:W3CDTF">2015-03-15T03:56:00Z</dcterms:created>
  <dcterms:modified xsi:type="dcterms:W3CDTF">2015-03-15T04:29:00Z</dcterms:modified>
</cp:coreProperties>
</file>